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ED" w:rsidRPr="007E571B" w:rsidRDefault="007151ED" w:rsidP="00340115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7151ED" w:rsidRDefault="007151ED" w:rsidP="00340115">
      <w:pPr>
        <w:rPr>
          <w:rFonts w:ascii="新細明體"/>
        </w:rPr>
      </w:pPr>
      <w:r w:rsidRPr="00192229">
        <w:rPr>
          <w:rFonts w:ascii="新細明體" w:hAnsi="新細明體"/>
          <w:b/>
        </w:rPr>
        <w:t>G709</w:t>
      </w:r>
      <w:r w:rsidRPr="007E571B">
        <w:rPr>
          <w:rFonts w:ascii="新細明體" w:hAnsi="新細明體" w:hint="eastAsia"/>
        </w:rPr>
        <w:t>補救教學</w:t>
      </w:r>
      <w:r w:rsidRPr="007E571B">
        <w:rPr>
          <w:rFonts w:ascii="新細明體" w:hAnsi="新細明體"/>
        </w:rPr>
        <w:t xml:space="preserve"> </w:t>
      </w:r>
      <w:r w:rsidRPr="007E571B">
        <w:rPr>
          <w:rFonts w:ascii="新細明體" w:hAnsi="新細明體" w:hint="eastAsia"/>
        </w:rPr>
        <w:t>教材內容及參考資料</w:t>
      </w:r>
    </w:p>
    <w:p w:rsidR="007151ED" w:rsidRPr="007E571B" w:rsidRDefault="007151ED" w:rsidP="00340115">
      <w:pPr>
        <w:rPr>
          <w:rFonts w:ascii="新細明體"/>
        </w:rPr>
      </w:pPr>
    </w:p>
    <w:p w:rsidR="007151ED" w:rsidRPr="00FF74B9" w:rsidRDefault="007151ED" w:rsidP="00FF74B9">
      <w:pPr>
        <w:autoSpaceDE w:val="0"/>
        <w:autoSpaceDN w:val="0"/>
        <w:adjustRightInd w:val="0"/>
        <w:rPr>
          <w:rFonts w:ascii="Times New Roman" w:hAnsi="Times New Roman"/>
          <w:kern w:val="0"/>
          <w:szCs w:val="24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rFonts w:ascii="Times New Roman" w:hAnsi="Times New Roman"/>
          <w:kern w:val="0"/>
          <w:szCs w:val="24"/>
        </w:rPr>
        <w:t>A: What’s Ms. Wang’s phone number?   B: It’s 8765-4321.</w:t>
      </w:r>
    </w:p>
    <w:p w:rsidR="007151ED" w:rsidRDefault="007151ED" w:rsidP="0034011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資料庫圖表 1" o:spid="_x0000_i1025" type="#_x0000_t75" style="width:472pt;height:270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">
            <v:imagedata r:id="rId7" o:title="" cropbottom="-2113f" cropright="-216f"/>
            <o:lock v:ext="edit" aspectratio="f"/>
          </v:shape>
        </w:pict>
      </w:r>
    </w:p>
    <w:p w:rsidR="007151ED" w:rsidRDefault="007151ED" w:rsidP="00340115"/>
    <w:p w:rsidR="007151ED" w:rsidRDefault="007151ED" w:rsidP="00340115">
      <w:r>
        <w:t>2.</w:t>
      </w:r>
      <w:r>
        <w:rPr>
          <w:rFonts w:hint="eastAsia"/>
        </w:rPr>
        <w:t>參考資料</w:t>
      </w:r>
    </w:p>
    <w:p w:rsidR="007151ED" w:rsidRPr="008A6705" w:rsidRDefault="007151ED" w:rsidP="0028508B">
      <w:pPr>
        <w:rPr>
          <w:rFonts w:ascii="Times New Roman" w:hAnsi="Times New Roman"/>
        </w:rPr>
      </w:pPr>
      <w:hyperlink r:id="rId8" w:history="1">
        <w:r w:rsidRPr="008A6705">
          <w:rPr>
            <w:rStyle w:val="Hyperlink"/>
            <w:rFonts w:ascii="Times New Roman" w:hAnsi="Times New Roman"/>
          </w:rPr>
          <w:t>http://www.youtube.com/watch?v=dk9Yt1PqQiw</w:t>
        </w:r>
      </w:hyperlink>
    </w:p>
    <w:p w:rsidR="007151ED" w:rsidRPr="008A6705" w:rsidRDefault="007151ED" w:rsidP="0028508B">
      <w:pPr>
        <w:rPr>
          <w:rFonts w:ascii="Times New Roman" w:hAnsi="Times New Roman"/>
        </w:rPr>
      </w:pPr>
      <w:hyperlink r:id="rId9" w:history="1">
        <w:r w:rsidRPr="008A6705">
          <w:rPr>
            <w:rStyle w:val="Hyperlink"/>
            <w:rFonts w:ascii="Times New Roman" w:hAnsi="Times New Roman"/>
          </w:rPr>
          <w:t>http://www.youtube.com/watch?v=JgpQMH7j3Cw&amp;playnext=1&amp;list=PL827E90B74BB45A04&amp;feature=results_main</w:t>
        </w:r>
      </w:hyperlink>
    </w:p>
    <w:p w:rsidR="007151ED" w:rsidRPr="0028508B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</w:p>
    <w:p w:rsidR="007151ED" w:rsidRPr="007E571B" w:rsidRDefault="007151ED" w:rsidP="003E6308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7151ED" w:rsidRPr="007E571B" w:rsidRDefault="007151ED" w:rsidP="003E6308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7151ED" w:rsidRDefault="007151ED" w:rsidP="00340115">
      <w:pPr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t>G709</w:t>
      </w:r>
      <w:r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7151ED" w:rsidRPr="000E48BF" w:rsidRDefault="007151ED" w:rsidP="00340115">
      <w:pPr>
        <w:rPr>
          <w:rFonts w:ascii="Times New Roman" w:hAnsi="Times New Roman"/>
          <w:color w:val="FF0000"/>
          <w:u w:val="single"/>
        </w:rPr>
      </w:pPr>
      <w:r w:rsidRPr="000E48BF">
        <w:rPr>
          <w:rFonts w:ascii="Times New Roman" w:hAnsi="Times New Roman"/>
          <w:color w:val="FF0000"/>
          <w:u w:val="single"/>
        </w:rPr>
        <w:t>Teaching goal: Learn to use the sentence pattern: “What is A’s phone number?” “ It is ….”</w:t>
      </w:r>
    </w:p>
    <w:p w:rsidR="007151ED" w:rsidRPr="000E48BF" w:rsidRDefault="007151ED" w:rsidP="00340115">
      <w:pPr>
        <w:numPr>
          <w:ilvl w:val="0"/>
          <w:numId w:val="7"/>
        </w:numPr>
        <w:rPr>
          <w:rFonts w:ascii="Times New Roman" w:hAnsi="Times New Roman"/>
        </w:rPr>
      </w:pPr>
      <w:r w:rsidRPr="000E48BF">
        <w:rPr>
          <w:rFonts w:ascii="Times New Roman" w:hAnsi="Times New Roman"/>
        </w:rPr>
        <w:t>Warm-up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Show the flashcards of the nouns listed below. Have students get familiar with them.</w:t>
      </w:r>
    </w:p>
    <w:p w:rsidR="007151ED" w:rsidRPr="000E48BF" w:rsidRDefault="007151ED" w:rsidP="00C276C7">
      <w:pPr>
        <w:pStyle w:val="ListParagraph"/>
        <w:ind w:leftChars="0" w:left="360"/>
        <w:rPr>
          <w:rFonts w:ascii="Times New Roman" w:hAnsi="Times New Roman"/>
        </w:rPr>
      </w:pPr>
      <w:r w:rsidRPr="000E48BF">
        <w:rPr>
          <w:rFonts w:ascii="Times New Roman" w:hint="eastAsia"/>
        </w:rPr>
        <w:t>所有格</w:t>
      </w:r>
      <w:r w:rsidRPr="000E48BF">
        <w:rPr>
          <w:rFonts w:ascii="Times New Roman" w:hAnsi="Times New Roman"/>
        </w:rPr>
        <w:t>:my, your, his, her, our, their</w:t>
      </w:r>
    </w:p>
    <w:p w:rsidR="007151ED" w:rsidRPr="000E48BF" w:rsidRDefault="007151ED" w:rsidP="00C276C7">
      <w:pPr>
        <w:pStyle w:val="ListParagraph"/>
        <w:ind w:leftChars="0" w:left="360"/>
        <w:rPr>
          <w:rFonts w:ascii="Times New Roman" w:hAnsi="Times New Roman"/>
        </w:rPr>
      </w:pPr>
      <w:r w:rsidRPr="000E48BF">
        <w:rPr>
          <w:rFonts w:ascii="Times New Roman" w:hint="eastAsia"/>
        </w:rPr>
        <w:t>名詞</w:t>
      </w:r>
      <w:r w:rsidRPr="000E48BF">
        <w:rPr>
          <w:rFonts w:ascii="Times New Roman" w:hAnsi="Times New Roman"/>
        </w:rPr>
        <w:t>: Mr., Mrs., Ms., grandpa, grandma, dad, mom, phone, number, cellphone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 xml:space="preserve">Play the number song. Have students review how to say numbers 0 to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9"/>
          <w:attr w:name="UnitName" w:val="in"/>
        </w:smartTagPr>
        <w:r w:rsidRPr="000E48BF">
          <w:rPr>
            <w:rFonts w:ascii="Times New Roman" w:hAnsi="Times New Roman"/>
          </w:rPr>
          <w:t>9 in</w:t>
        </w:r>
      </w:smartTag>
      <w:r w:rsidRPr="000E48BF">
        <w:rPr>
          <w:rFonts w:ascii="Times New Roman" w:hAnsi="Times New Roman"/>
        </w:rPr>
        <w:t xml:space="preserve"> English.</w:t>
      </w:r>
    </w:p>
    <w:p w:rsidR="007151ED" w:rsidRPr="000E48BF" w:rsidRDefault="007151ED" w:rsidP="00C276C7">
      <w:pPr>
        <w:pStyle w:val="ListParagraph"/>
        <w:ind w:leftChars="0" w:left="360"/>
        <w:rPr>
          <w:rStyle w:val="Hyperlink"/>
          <w:rFonts w:ascii="Times New Roman" w:hAnsi="Times New Roman"/>
        </w:rPr>
      </w:pPr>
      <w:hyperlink r:id="rId10" w:history="1">
        <w:r w:rsidRPr="000E48BF">
          <w:rPr>
            <w:rStyle w:val="Hyperlink"/>
            <w:rFonts w:ascii="Times New Roman" w:hAnsi="Times New Roman"/>
          </w:rPr>
          <w:t>http://www.youtube.com/watch?v=dk9Yt1PqQiw</w:t>
        </w:r>
      </w:hyperlink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Ask students the possessive forms.</w:t>
      </w:r>
    </w:p>
    <w:p w:rsidR="007151ED" w:rsidRPr="000E48BF" w:rsidRDefault="007151ED" w:rsidP="00C276C7">
      <w:pPr>
        <w:pStyle w:val="ListParagraph"/>
        <w:ind w:leftChars="0" w:left="36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Ex: Mr. Wang -&gt;___________ ; Ms. Brown -&gt;____________; Susan -&gt;___________; your dad -&gt;_____________ ; Jeff’s mom -&gt;____________</w:t>
      </w:r>
    </w:p>
    <w:p w:rsidR="007151ED" w:rsidRPr="000E48BF" w:rsidRDefault="007151ED" w:rsidP="00C276C7">
      <w:pPr>
        <w:pStyle w:val="ListParagraph"/>
        <w:ind w:leftChars="0" w:left="840"/>
        <w:rPr>
          <w:rFonts w:ascii="Times New Roman" w:hAnsi="Times New Roman"/>
        </w:rPr>
      </w:pPr>
    </w:p>
    <w:p w:rsidR="007151ED" w:rsidRPr="000E48BF" w:rsidRDefault="007151ED" w:rsidP="00340115">
      <w:pPr>
        <w:numPr>
          <w:ilvl w:val="0"/>
          <w:numId w:val="7"/>
        </w:numPr>
        <w:rPr>
          <w:rFonts w:ascii="Times New Roman" w:hAnsi="Times New Roman"/>
        </w:rPr>
      </w:pPr>
      <w:r w:rsidRPr="000E48BF">
        <w:rPr>
          <w:rFonts w:ascii="Times New Roman" w:hAnsi="Times New Roman"/>
        </w:rPr>
        <w:t xml:space="preserve">Presentation 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Show the sentence pattern:</w:t>
      </w:r>
    </w:p>
    <w:p w:rsidR="007151ED" w:rsidRPr="000E48BF" w:rsidRDefault="007151ED" w:rsidP="003E6308">
      <w:pPr>
        <w:pStyle w:val="ListParagraph"/>
        <w:ind w:leftChars="0" w:left="360" w:firstLineChars="250" w:firstLine="3168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A: What is _______________ phone number?   B: It’s _________________________.</w:t>
      </w:r>
    </w:p>
    <w:p w:rsidR="007151ED" w:rsidRPr="000E48BF" w:rsidRDefault="007151ED" w:rsidP="00C276C7">
      <w:pPr>
        <w:rPr>
          <w:rFonts w:ascii="Times New Roman" w:hAnsi="Times New Roman"/>
        </w:rPr>
      </w:pPr>
    </w:p>
    <w:p w:rsidR="007151ED" w:rsidRPr="000E48BF" w:rsidRDefault="007151ED" w:rsidP="00340115">
      <w:pPr>
        <w:numPr>
          <w:ilvl w:val="0"/>
          <w:numId w:val="7"/>
        </w:numPr>
        <w:rPr>
          <w:rFonts w:ascii="Times New Roman" w:hAnsi="Times New Roman"/>
        </w:rPr>
      </w:pPr>
      <w:r w:rsidRPr="000E48BF">
        <w:rPr>
          <w:rFonts w:ascii="Times New Roman" w:hAnsi="Times New Roman"/>
        </w:rPr>
        <w:t>Practice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 xml:space="preserve">Have students work in pairs and make five sentences with this pattern. 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Ask each pairs to read their sentences in pair and check if their answers are correct.</w:t>
      </w:r>
    </w:p>
    <w:p w:rsidR="007151ED" w:rsidRPr="000E48BF" w:rsidRDefault="007151ED" w:rsidP="006C4123">
      <w:pPr>
        <w:pStyle w:val="ListParagraph"/>
        <w:numPr>
          <w:ilvl w:val="0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Activity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 xml:space="preserve">Play this video without showing the screen. Have students write down the phone numbers they hear in this video. </w:t>
      </w:r>
    </w:p>
    <w:p w:rsidR="007151ED" w:rsidRPr="000E48BF" w:rsidRDefault="007151ED" w:rsidP="00C276C7">
      <w:pPr>
        <w:pStyle w:val="ListParagraph"/>
        <w:ind w:leftChars="0" w:left="360"/>
        <w:rPr>
          <w:rFonts w:ascii="Times New Roman" w:hAnsi="Times New Roman"/>
        </w:rPr>
      </w:pPr>
      <w:hyperlink r:id="rId11" w:history="1">
        <w:r w:rsidRPr="000E48BF">
          <w:rPr>
            <w:rStyle w:val="Hyperlink"/>
            <w:rFonts w:ascii="Times New Roman" w:hAnsi="Times New Roman"/>
          </w:rPr>
          <w:t>http://www.youtube.com/watch?v=JgpQMH7j3Cw&amp;playnext=1&amp;list=PL827E90B74BB45A04&amp;feature=results_main</w:t>
        </w:r>
      </w:hyperlink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 xml:space="preserve">Ask students to write all the phone numbers they hear on the blackboard. </w:t>
      </w:r>
    </w:p>
    <w:p w:rsidR="007151ED" w:rsidRPr="000E48BF" w:rsidRDefault="007151ED" w:rsidP="00C276C7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Replay the video and check students’ answers on the blackboard.</w:t>
      </w:r>
    </w:p>
    <w:p w:rsidR="007151ED" w:rsidRPr="000E48BF" w:rsidRDefault="007151ED" w:rsidP="006C4123">
      <w:pPr>
        <w:pStyle w:val="ListParagraph"/>
        <w:numPr>
          <w:ilvl w:val="0"/>
          <w:numId w:val="7"/>
        </w:numPr>
        <w:ind w:leftChars="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Assignment</w:t>
      </w:r>
    </w:p>
    <w:p w:rsidR="007151ED" w:rsidRPr="000E48BF" w:rsidRDefault="007151ED" w:rsidP="006F2BA9">
      <w:pPr>
        <w:pStyle w:val="ListParagraph"/>
        <w:ind w:leftChars="0" w:left="360"/>
        <w:rPr>
          <w:rFonts w:ascii="Times New Roman" w:hAnsi="Times New Roman"/>
        </w:rPr>
      </w:pPr>
      <w:r w:rsidRPr="000E48BF">
        <w:rPr>
          <w:rFonts w:ascii="Times New Roman" w:hAnsi="Times New Roman"/>
        </w:rPr>
        <w:t>Review the sentence pattern and vocabulary learned in this unit.</w:t>
      </w:r>
      <w:bookmarkStart w:id="0" w:name="_GoBack"/>
      <w:bookmarkEnd w:id="0"/>
    </w:p>
    <w:p w:rsidR="007151ED" w:rsidRPr="000E48BF" w:rsidRDefault="007151ED">
      <w:pPr>
        <w:rPr>
          <w:rFonts w:ascii="Times New Roman" w:hAnsi="Times New Roman"/>
        </w:rPr>
      </w:pPr>
    </w:p>
    <w:sectPr w:rsidR="007151ED" w:rsidRPr="000E48BF" w:rsidSect="006C72B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1ED" w:rsidRDefault="007151ED" w:rsidP="0066098A">
      <w:r>
        <w:separator/>
      </w:r>
    </w:p>
  </w:endnote>
  <w:endnote w:type="continuationSeparator" w:id="0">
    <w:p w:rsidR="007151ED" w:rsidRDefault="007151ED" w:rsidP="0066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1ED" w:rsidRDefault="007151ED" w:rsidP="0066098A">
      <w:r>
        <w:separator/>
      </w:r>
    </w:p>
  </w:footnote>
  <w:footnote w:type="continuationSeparator" w:id="0">
    <w:p w:rsidR="007151ED" w:rsidRDefault="007151ED" w:rsidP="00660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5D54CC9"/>
    <w:multiLevelType w:val="hybridMultilevel"/>
    <w:tmpl w:val="F8102814"/>
    <w:lvl w:ilvl="0" w:tplc="D3FABFA6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  <w:rPr>
        <w:rFonts w:cs="Times New Roman"/>
      </w:rPr>
    </w:lvl>
  </w:abstractNum>
  <w:abstractNum w:abstractNumId="3">
    <w:nsid w:val="16284200"/>
    <w:multiLevelType w:val="hybridMultilevel"/>
    <w:tmpl w:val="9208EB32"/>
    <w:lvl w:ilvl="0" w:tplc="38FC64B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420C0CF0"/>
    <w:multiLevelType w:val="hybridMultilevel"/>
    <w:tmpl w:val="B53C406E"/>
    <w:lvl w:ilvl="0" w:tplc="50BE23A4">
      <w:start w:val="1"/>
      <w:numFmt w:val="upperLetter"/>
      <w:lvlText w:val="%1."/>
      <w:lvlJc w:val="left"/>
      <w:pPr>
        <w:ind w:left="1425" w:hanging="360"/>
      </w:pPr>
      <w:rPr>
        <w:rFonts w:ascii="Calibri" w:eastAsia="新細明體" w:hAnsi="Calibr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  <w:rPr>
        <w:rFonts w:cs="Times New Roman"/>
      </w:rPr>
    </w:lvl>
  </w:abstractNum>
  <w:abstractNum w:abstractNumId="5">
    <w:nsid w:val="49FD2849"/>
    <w:multiLevelType w:val="hybridMultilevel"/>
    <w:tmpl w:val="C2DAE090"/>
    <w:lvl w:ilvl="0" w:tplc="18BA0D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4F2E5324"/>
    <w:multiLevelType w:val="hybridMultilevel"/>
    <w:tmpl w:val="0082FC82"/>
    <w:lvl w:ilvl="0" w:tplc="3A1E016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7">
    <w:nsid w:val="5D3D3491"/>
    <w:multiLevelType w:val="hybridMultilevel"/>
    <w:tmpl w:val="61F8EC5E"/>
    <w:lvl w:ilvl="0" w:tplc="00EEE2A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665C33FC"/>
    <w:multiLevelType w:val="multilevel"/>
    <w:tmpl w:val="CEBA6D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9">
    <w:nsid w:val="7A2C4886"/>
    <w:multiLevelType w:val="hybridMultilevel"/>
    <w:tmpl w:val="4B207C4E"/>
    <w:lvl w:ilvl="0" w:tplc="84CE624A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0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80B"/>
    <w:rsid w:val="00022E1A"/>
    <w:rsid w:val="00067275"/>
    <w:rsid w:val="00067B00"/>
    <w:rsid w:val="00096C4B"/>
    <w:rsid w:val="000E48BF"/>
    <w:rsid w:val="001404B1"/>
    <w:rsid w:val="00192229"/>
    <w:rsid w:val="00267BBC"/>
    <w:rsid w:val="00282B2B"/>
    <w:rsid w:val="0028508B"/>
    <w:rsid w:val="002C22F1"/>
    <w:rsid w:val="002F4BC2"/>
    <w:rsid w:val="00340115"/>
    <w:rsid w:val="003E6308"/>
    <w:rsid w:val="005B6432"/>
    <w:rsid w:val="00604EE7"/>
    <w:rsid w:val="00620FBC"/>
    <w:rsid w:val="006261DC"/>
    <w:rsid w:val="0066098A"/>
    <w:rsid w:val="006703A4"/>
    <w:rsid w:val="006B5336"/>
    <w:rsid w:val="006C4123"/>
    <w:rsid w:val="006C72B4"/>
    <w:rsid w:val="006F2BA9"/>
    <w:rsid w:val="007151ED"/>
    <w:rsid w:val="0077334D"/>
    <w:rsid w:val="007E571B"/>
    <w:rsid w:val="00876ED4"/>
    <w:rsid w:val="0088358A"/>
    <w:rsid w:val="008907C2"/>
    <w:rsid w:val="0089680B"/>
    <w:rsid w:val="00897FCF"/>
    <w:rsid w:val="008A6705"/>
    <w:rsid w:val="008D4E9C"/>
    <w:rsid w:val="008E1A38"/>
    <w:rsid w:val="00993A7C"/>
    <w:rsid w:val="009D065D"/>
    <w:rsid w:val="00A31C71"/>
    <w:rsid w:val="00A76B56"/>
    <w:rsid w:val="00AE63FE"/>
    <w:rsid w:val="00AF1975"/>
    <w:rsid w:val="00C276C7"/>
    <w:rsid w:val="00C35250"/>
    <w:rsid w:val="00CA113F"/>
    <w:rsid w:val="00DA5BF4"/>
    <w:rsid w:val="00DD3A40"/>
    <w:rsid w:val="00DF3477"/>
    <w:rsid w:val="00E137DA"/>
    <w:rsid w:val="00E43FBD"/>
    <w:rsid w:val="00E9408C"/>
    <w:rsid w:val="00F52AB7"/>
    <w:rsid w:val="00F63758"/>
    <w:rsid w:val="00F86E64"/>
    <w:rsid w:val="00FE197D"/>
    <w:rsid w:val="00FE5F8A"/>
    <w:rsid w:val="00FF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65D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680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2E1A"/>
    <w:pPr>
      <w:ind w:leftChars="200" w:left="480"/>
    </w:pPr>
  </w:style>
  <w:style w:type="character" w:styleId="Hyperlink">
    <w:name w:val="Hyperlink"/>
    <w:basedOn w:val="DefaultParagraphFont"/>
    <w:uiPriority w:val="99"/>
    <w:rsid w:val="00022E1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098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098A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0115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115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34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k9Yt1PqQi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JgpQMH7j3Cw&amp;playnext=1&amp;list=PL827E90B74BB45A04&amp;feature=results_mai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youtube.com/watch?v=dk9Yt1PqQi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JgpQMH7j3Cw&amp;playnext=1&amp;list=PL827E90B74BB45A04&amp;feature=results_m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290</Words>
  <Characters>1656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Hsiaoyun</dc:creator>
  <cp:keywords/>
  <dc:description/>
  <cp:lastModifiedBy>user</cp:lastModifiedBy>
  <cp:revision>16</cp:revision>
  <dcterms:created xsi:type="dcterms:W3CDTF">2013-05-04T12:19:00Z</dcterms:created>
  <dcterms:modified xsi:type="dcterms:W3CDTF">2013-07-10T07:05:00Z</dcterms:modified>
</cp:coreProperties>
</file>